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3FED" w:rsidRDefault="0088607E">
      <w:pPr>
        <w:rPr>
          <w:rFonts w:ascii="Gallery Wide" w:hAnsi="Gallery Wide"/>
        </w:rPr>
      </w:pPr>
      <w:r>
        <w:rPr>
          <w:rFonts w:ascii="Gallery Wide" w:hAnsi="Gallery Wide"/>
          <w:noProof/>
        </w:rPr>
        <w:pict>
          <v:rect id="_x0000_s1026" style="position:absolute;margin-left:543.75pt;margin-top:24.75pt;width:187.5pt;height:481.5pt;z-index:-251658240"/>
        </w:pict>
      </w:r>
      <w:r>
        <w:rPr>
          <w:rFonts w:ascii="Gallery Wide" w:hAnsi="Gallery Wide"/>
        </w:rPr>
        <w:t xml:space="preserve">Name _________________________         </w:t>
      </w:r>
      <w:r w:rsidRPr="00425A0A">
        <w:rPr>
          <w:rFonts w:ascii="Gallery Wide" w:hAnsi="Gallery Wide"/>
        </w:rPr>
        <w:t>Spelling Tic-Tac-Toe</w:t>
      </w:r>
    </w:p>
    <w:p w:rsidR="00364029" w:rsidRDefault="0088607E" w:rsidP="00425A0A">
      <w:pPr>
        <w:spacing w:after="0"/>
        <w:rPr>
          <w:rFonts w:ascii="Arial" w:hAnsi="Arial" w:cs="Arial"/>
          <w:sz w:val="28"/>
          <w:szCs w:val="28"/>
        </w:rPr>
      </w:pPr>
      <w:r w:rsidRPr="00425A0A">
        <w:rPr>
          <w:rFonts w:ascii="Arial" w:hAnsi="Arial" w:cs="Arial"/>
          <w:sz w:val="28"/>
          <w:szCs w:val="28"/>
        </w:rPr>
        <w:t>This</w:t>
      </w:r>
      <w:r>
        <w:rPr>
          <w:rFonts w:ascii="Arial" w:hAnsi="Arial" w:cs="Arial"/>
          <w:sz w:val="28"/>
          <w:szCs w:val="28"/>
        </w:rPr>
        <w:t xml:space="preserve"> board includes many different activities to help your child practice his/her spelling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Spelling Words</w:t>
      </w:r>
    </w:p>
    <w:p w:rsidR="00425A0A" w:rsidRDefault="0088607E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words. Your child must choose at least three of the activities to complete for weekly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for Lesson </w:t>
      </w:r>
      <w:r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8</w:t>
      </w:r>
    </w:p>
    <w:p w:rsidR="00425A0A" w:rsidRDefault="0088607E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homework. The activities must make a tic-tac-toe line: horizontal, vertical, or diagonal</w:t>
      </w:r>
      <w:r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  <w:sz w:val="28"/>
          <w:szCs w:val="28"/>
        </w:rPr>
        <w:t xml:space="preserve">           </w:t>
      </w:r>
      <w:r>
        <w:rPr>
          <w:rFonts w:ascii="Arial" w:hAnsi="Arial" w:cs="Arial"/>
        </w:rPr>
        <w:t>Homophones</w:t>
      </w:r>
    </w:p>
    <w:p w:rsidR="00425A0A" w:rsidRDefault="0088607E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three in a row. Please mark your choices with crayon, marker, etc. Parents, you are</w:t>
      </w:r>
    </w:p>
    <w:p w:rsidR="00425A0A" w:rsidRDefault="0088607E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encouraged to assist your child as needed </w:t>
      </w:r>
      <w:r>
        <w:rPr>
          <w:rFonts w:ascii="Arial" w:hAnsi="Arial" w:cs="Arial"/>
          <w:sz w:val="28"/>
          <w:szCs w:val="28"/>
        </w:rPr>
        <w:t xml:space="preserve">to make homework a positive learning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there</w:t>
      </w:r>
    </w:p>
    <w:p w:rsidR="00AC7D4C" w:rsidRDefault="0088607E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experience. This sheet should be turned in on Thursday. Have fun!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they’re</w:t>
      </w:r>
    </w:p>
    <w:p w:rsidR="00107435" w:rsidRPr="008413AE" w:rsidRDefault="0088607E" w:rsidP="00425A0A">
      <w:pPr>
        <w:spacing w:after="0"/>
        <w:rPr>
          <w:rFonts w:ascii="Arial" w:hAnsi="Arial" w:cs="Arial"/>
          <w:sz w:val="28"/>
          <w:szCs w:val="28"/>
        </w:rPr>
      </w:pPr>
      <w:r w:rsidRPr="00107435">
        <w:rPr>
          <w:rFonts w:ascii="Arial" w:hAnsi="Arial" w:cs="Arial"/>
          <w:i/>
          <w:sz w:val="24"/>
          <w:szCs w:val="24"/>
        </w:rPr>
        <w:t xml:space="preserve">*NOTE: If flash cards or </w:t>
      </w:r>
      <w:r>
        <w:rPr>
          <w:rFonts w:ascii="Arial" w:hAnsi="Arial" w:cs="Arial"/>
          <w:i/>
          <w:sz w:val="24"/>
          <w:szCs w:val="24"/>
        </w:rPr>
        <w:t>other items</w:t>
      </w:r>
      <w:r w:rsidRPr="00107435">
        <w:rPr>
          <w:rFonts w:ascii="Arial" w:hAnsi="Arial" w:cs="Arial"/>
          <w:i/>
          <w:sz w:val="24"/>
          <w:szCs w:val="24"/>
        </w:rPr>
        <w:t xml:space="preserve"> are created, these need to be attached with the other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their</w:t>
      </w:r>
    </w:p>
    <w:p w:rsidR="00AC7D4C" w:rsidRPr="008413AE" w:rsidRDefault="0088607E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>p</w:t>
      </w:r>
      <w:r w:rsidRPr="00107435">
        <w:rPr>
          <w:rFonts w:ascii="Arial" w:hAnsi="Arial" w:cs="Arial"/>
          <w:i/>
          <w:sz w:val="24"/>
          <w:szCs w:val="24"/>
        </w:rPr>
        <w:t>apers. All materials</w:t>
      </w:r>
      <w:r w:rsidRPr="00107435">
        <w:rPr>
          <w:rFonts w:ascii="Arial" w:hAnsi="Arial" w:cs="Arial"/>
          <w:i/>
          <w:sz w:val="24"/>
          <w:szCs w:val="24"/>
        </w:rPr>
        <w:t xml:space="preserve"> will be returned after they are checked.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sent</w:t>
      </w:r>
    </w:p>
    <w:p w:rsidR="008413AE" w:rsidRPr="003407BC" w:rsidRDefault="0088607E" w:rsidP="001074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>scent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6"/>
        <w:gridCol w:w="3546"/>
        <w:gridCol w:w="3546"/>
      </w:tblGrid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89452A" w:rsidRDefault="0088607E" w:rsidP="0089452A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452A">
              <w:rPr>
                <w:rFonts w:ascii="Arial" w:hAnsi="Arial" w:cs="Arial"/>
                <w:sz w:val="28"/>
                <w:szCs w:val="28"/>
              </w:rPr>
              <w:t>Make a set of flashcards on index cards to study your words.</w:t>
            </w:r>
          </w:p>
        </w:tc>
        <w:tc>
          <w:tcPr>
            <w:tcW w:w="3546" w:type="dxa"/>
            <w:vAlign w:val="center"/>
          </w:tcPr>
          <w:p w:rsidR="00AC7D4C" w:rsidRPr="0089452A" w:rsidRDefault="0088607E" w:rsidP="0089452A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Write a sentence using each spelling word correctly. Underline the word.</w:t>
            </w:r>
          </w:p>
        </w:tc>
        <w:tc>
          <w:tcPr>
            <w:tcW w:w="3546" w:type="dxa"/>
            <w:vAlign w:val="center"/>
          </w:tcPr>
          <w:p w:rsidR="00AC7D4C" w:rsidRPr="0089452A" w:rsidRDefault="0088607E" w:rsidP="0089452A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452A">
              <w:rPr>
                <w:rFonts w:ascii="Arial" w:hAnsi="Arial" w:cs="Arial"/>
                <w:sz w:val="28"/>
                <w:szCs w:val="28"/>
              </w:rPr>
              <w:t>Pull all spelling words in alphabetica</w:t>
            </w:r>
            <w:r w:rsidRPr="0089452A">
              <w:rPr>
                <w:rFonts w:ascii="Arial" w:hAnsi="Arial" w:cs="Arial"/>
                <w:sz w:val="28"/>
                <w:szCs w:val="28"/>
              </w:rPr>
              <w:t>l order.</w:t>
            </w:r>
          </w:p>
        </w:tc>
      </w:tr>
      <w:tr w:rsidR="00514554" w:rsidRPr="00364029" w:rsidTr="00731757">
        <w:trPr>
          <w:trHeight w:val="1912"/>
        </w:trPr>
        <w:tc>
          <w:tcPr>
            <w:tcW w:w="3546" w:type="dxa"/>
            <w:vAlign w:val="center"/>
          </w:tcPr>
          <w:p w:rsidR="00107435" w:rsidRPr="00586E27" w:rsidRDefault="0088607E" w:rsidP="0089452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15">
              <w:rPr>
                <w:rFonts w:ascii="Arial" w:hAnsi="Arial" w:cs="Arial"/>
                <w:sz w:val="20"/>
                <w:szCs w:val="20"/>
              </w:rPr>
              <w:t xml:space="preserve">Play a game to practice your spelling words at </w:t>
            </w:r>
            <w:hyperlink r:id="rId4" w:history="1">
              <w:r w:rsidRPr="005900A7">
                <w:rPr>
                  <w:rStyle w:val="Hyperlink"/>
                  <w:rFonts w:ascii="Arial" w:hAnsi="Arial" w:cs="Arial"/>
                  <w:sz w:val="20"/>
                  <w:szCs w:val="20"/>
                </w:rPr>
                <w:t>www.spellingcity.com</w:t>
              </w:r>
            </w:hyperlink>
            <w:r w:rsidRPr="00B81F15">
              <w:rPr>
                <w:rFonts w:ascii="Arial" w:hAnsi="Arial" w:cs="Arial"/>
                <w:sz w:val="20"/>
                <w:szCs w:val="20"/>
              </w:rPr>
              <w:t xml:space="preserve">   Click “Find a list” at the top of the page. Select “Search by teacher name: and enter Lakewood. Click “</w:t>
            </w:r>
            <w:r>
              <w:rPr>
                <w:rFonts w:ascii="Arial" w:hAnsi="Arial" w:cs="Arial"/>
                <w:sz w:val="20"/>
                <w:szCs w:val="20"/>
              </w:rPr>
              <w:t>search.” Click on Lesson 28</w:t>
            </w:r>
            <w:r w:rsidRPr="00B81F1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81F15">
              <w:rPr>
                <w:rFonts w:ascii="Arial" w:hAnsi="Arial" w:cs="Arial"/>
                <w:sz w:val="20"/>
                <w:szCs w:val="20"/>
              </w:rPr>
              <w:t>Click on any of the game options available.</w:t>
            </w:r>
          </w:p>
        </w:tc>
        <w:tc>
          <w:tcPr>
            <w:tcW w:w="3546" w:type="dxa"/>
            <w:vAlign w:val="center"/>
          </w:tcPr>
          <w:p w:rsidR="00107435" w:rsidRPr="0089452A" w:rsidRDefault="0088607E" w:rsidP="0089452A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452A">
              <w:rPr>
                <w:rFonts w:ascii="Arial" w:hAnsi="Arial" w:cs="Arial"/>
                <w:sz w:val="28"/>
                <w:szCs w:val="28"/>
              </w:rPr>
              <w:t>Write your spelling words 3 times: once in your best handwriting, once as small as you can, and once in a curly-q style.</w:t>
            </w:r>
          </w:p>
        </w:tc>
        <w:tc>
          <w:tcPr>
            <w:tcW w:w="3546" w:type="dxa"/>
            <w:vAlign w:val="center"/>
          </w:tcPr>
          <w:p w:rsidR="00107435" w:rsidRPr="0089452A" w:rsidRDefault="0088607E" w:rsidP="0089452A">
            <w:pPr>
              <w:spacing w:after="0"/>
              <w:jc w:val="center"/>
              <w:rPr>
                <w:rFonts w:ascii="Arial" w:hAnsi="Arial" w:cs="Arial"/>
              </w:rPr>
            </w:pPr>
            <w:r w:rsidRPr="0089452A">
              <w:rPr>
                <w:rFonts w:ascii="Arial" w:hAnsi="Arial" w:cs="Arial"/>
              </w:rPr>
              <w:t>Spelling Baseball:  Draw 4 bases. A pitcher selects a word. If the batter (you) can spell i</w:t>
            </w:r>
            <w:r w:rsidRPr="0089452A">
              <w:rPr>
                <w:rFonts w:ascii="Arial" w:hAnsi="Arial" w:cs="Arial"/>
              </w:rPr>
              <w:t>t correctly, you advance one base. You get a point every time you pass home base.</w:t>
            </w:r>
          </w:p>
        </w:tc>
      </w:tr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89452A" w:rsidRDefault="0088607E" w:rsidP="0089452A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452A">
              <w:rPr>
                <w:rFonts w:ascii="Arial" w:hAnsi="Arial" w:cs="Arial"/>
                <w:sz w:val="28"/>
                <w:szCs w:val="28"/>
              </w:rPr>
              <w:t xml:space="preserve">Write your spelling words in dots. Then connect the dots with a crayon or marker. </w:t>
            </w:r>
          </w:p>
        </w:tc>
        <w:tc>
          <w:tcPr>
            <w:tcW w:w="3546" w:type="dxa"/>
            <w:vAlign w:val="center"/>
          </w:tcPr>
          <w:p w:rsidR="00107435" w:rsidRPr="0089452A" w:rsidRDefault="0088607E" w:rsidP="0089452A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452A">
              <w:rPr>
                <w:rFonts w:ascii="Arial" w:hAnsi="Arial" w:cs="Arial"/>
                <w:sz w:val="28"/>
                <w:szCs w:val="28"/>
              </w:rPr>
              <w:t>Hidden Words: Draw and color a picture. Hide y our spelling words in the picture. Show you</w:t>
            </w:r>
            <w:r w:rsidRPr="0089452A">
              <w:rPr>
                <w:rFonts w:ascii="Arial" w:hAnsi="Arial" w:cs="Arial"/>
                <w:sz w:val="28"/>
                <w:szCs w:val="28"/>
              </w:rPr>
              <w:t>r picture to someone and see if they can find each word.</w:t>
            </w:r>
          </w:p>
        </w:tc>
        <w:tc>
          <w:tcPr>
            <w:tcW w:w="3546" w:type="dxa"/>
            <w:vAlign w:val="center"/>
          </w:tcPr>
          <w:p w:rsidR="00107435" w:rsidRPr="0089452A" w:rsidRDefault="0088607E" w:rsidP="0089452A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452A">
              <w:rPr>
                <w:rFonts w:ascii="Arial" w:hAnsi="Arial" w:cs="Arial"/>
                <w:sz w:val="28"/>
                <w:szCs w:val="28"/>
              </w:rPr>
              <w:t>Have an adult give you a practice test at home. Be sure the test is checked and signed by an adult.</w:t>
            </w:r>
          </w:p>
        </w:tc>
      </w:tr>
    </w:tbl>
    <w:p w:rsidR="00AC7D4C" w:rsidRPr="003407BC" w:rsidRDefault="0088607E" w:rsidP="008413A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 w:rsidRPr="003407BC"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our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>
        <w:rPr>
          <w:rFonts w:ascii="Arial" w:hAnsi="Arial" w:cs="Arial"/>
          <w:sz w:val="24"/>
          <w:szCs w:val="24"/>
        </w:rPr>
        <w:t>7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our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>8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seam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>9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seem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10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plain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1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plane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2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piece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3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peace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4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two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5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too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6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to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7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whole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8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hole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</w:t>
      </w:r>
      <w:r>
        <w:rPr>
          <w:rFonts w:ascii="Arial" w:hAnsi="Arial" w:cs="Arial"/>
          <w:sz w:val="24"/>
          <w:szCs w:val="24"/>
        </w:rPr>
        <w:t>9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pail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20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pale</w:t>
      </w:r>
    </w:p>
    <w:p w:rsidR="00B77FD4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2</w:t>
      </w:r>
      <w:r>
        <w:rPr>
          <w:rFonts w:ascii="Arial" w:hAnsi="Arial" w:cs="Arial"/>
          <w:sz w:val="24"/>
          <w:szCs w:val="24"/>
        </w:rPr>
        <w:t>1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chord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22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cord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heir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24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mourning</w:t>
      </w:r>
    </w:p>
    <w:p w:rsidR="00B77FD4" w:rsidRPr="003407BC" w:rsidRDefault="0088607E" w:rsidP="00B77FD4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25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morning</w:t>
      </w:r>
    </w:p>
    <w:p w:rsidR="003C0D48" w:rsidRDefault="0088607E" w:rsidP="00AC7D4C">
      <w:pPr>
        <w:spacing w:after="0"/>
        <w:rPr>
          <w:rFonts w:ascii="Arial" w:hAnsi="Arial" w:cs="Arial"/>
          <w:sz w:val="28"/>
          <w:szCs w:val="28"/>
        </w:rPr>
      </w:pPr>
    </w:p>
    <w:p w:rsidR="00AC7D4C" w:rsidRDefault="0088607E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117pt;margin-top:13.65pt;width:402.75pt;height:0;z-index:251657216" o:connectortype="straight"/>
        </w:pict>
      </w:r>
      <w:r>
        <w:rPr>
          <w:rFonts w:ascii="Arial" w:hAnsi="Arial" w:cs="Arial"/>
          <w:sz w:val="28"/>
          <w:szCs w:val="28"/>
        </w:rPr>
        <w:t>Parent Signature</w:t>
      </w:r>
    </w:p>
    <w:p w:rsidR="00AC7D4C" w:rsidRPr="00AC7D4C" w:rsidRDefault="0088607E" w:rsidP="00AC7D4C">
      <w:pPr>
        <w:rPr>
          <w:rFonts w:ascii="Arial" w:hAnsi="Arial" w:cs="Arial"/>
          <w:sz w:val="28"/>
          <w:szCs w:val="28"/>
        </w:rPr>
      </w:pPr>
    </w:p>
    <w:sectPr w:rsidR="00AC7D4C" w:rsidRPr="00AC7D4C" w:rsidSect="00425A0A">
      <w:pgSz w:w="15840" w:h="12240" w:orient="landscape"/>
      <w:pgMar w:top="450" w:right="450" w:bottom="5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llery Wid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88607E"/>
    <w:rsid w:val="0088607E"/>
  </w:rsids>
  <m:mathPr>
    <m:mathFont m:val="Couri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1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D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45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pellingcity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cclellan:Downloads:Lesson_28_Tic_tac_toe_homewor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Lesson_28_Tic_tac_toe_homework.dot</Template>
  <TotalTime>1</TotalTime>
  <Pages>1</Pages>
  <Words>315</Words>
  <Characters>1799</Characters>
  <Application>Microsoft Macintosh Word</Application>
  <DocSecurity>0</DocSecurity>
  <Lines>14</Lines>
  <Paragraphs>3</Paragraphs>
  <ScaleCrop>false</ScaleCrop>
  <Company/>
  <LinksUpToDate>false</LinksUpToDate>
  <CharactersWithSpaces>2209</CharactersWithSpaces>
  <SharedDoc>false</SharedDoc>
  <HLinks>
    <vt:vector size="6" baseType="variant">
      <vt:variant>
        <vt:i4>4587612</vt:i4>
      </vt:variant>
      <vt:variant>
        <vt:i4>0</vt:i4>
      </vt:variant>
      <vt:variant>
        <vt:i4>0</vt:i4>
      </vt:variant>
      <vt:variant>
        <vt:i4>5</vt:i4>
      </vt:variant>
      <vt:variant>
        <vt:lpwstr>http://www.spellingcity.com/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dc:description/>
  <cp:lastModifiedBy>CCPS Software</cp:lastModifiedBy>
  <cp:revision>1</cp:revision>
  <cp:lastPrinted>2009-07-06T22:35:00Z</cp:lastPrinted>
  <dcterms:created xsi:type="dcterms:W3CDTF">2011-08-01T14:49:00Z</dcterms:created>
  <dcterms:modified xsi:type="dcterms:W3CDTF">2011-08-01T14:50:00Z</dcterms:modified>
</cp:coreProperties>
</file>